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CE0" w:rsidRPr="005F20E3" w:rsidRDefault="00AA7CE0" w:rsidP="00CD1A41">
      <w:pPr>
        <w:ind w:left="5529"/>
        <w:jc w:val="both"/>
        <w:rPr>
          <w:sz w:val="20"/>
        </w:rPr>
      </w:pPr>
      <w:r w:rsidRPr="005F20E3">
        <w:rPr>
          <w:sz w:val="20"/>
        </w:rPr>
        <w:t xml:space="preserve">Lisa </w:t>
      </w:r>
      <w:r w:rsidR="00DF77FC">
        <w:rPr>
          <w:sz w:val="20"/>
        </w:rPr>
        <w:t>2</w:t>
      </w:r>
    </w:p>
    <w:p w:rsidR="00AA7CE0" w:rsidRPr="005F20E3" w:rsidRDefault="003C0F32" w:rsidP="00CD1A41">
      <w:pPr>
        <w:ind w:left="5529"/>
        <w:jc w:val="both"/>
        <w:rPr>
          <w:sz w:val="20"/>
        </w:rPr>
      </w:pPr>
      <w:r>
        <w:rPr>
          <w:sz w:val="20"/>
        </w:rPr>
        <w:t xml:space="preserve">RMK ja </w:t>
      </w:r>
      <w:r w:rsidR="0007188F">
        <w:rPr>
          <w:sz w:val="20"/>
        </w:rPr>
        <w:t>Luunja valla vahel</w:t>
      </w:r>
    </w:p>
    <w:p w:rsidR="00AA7CE0" w:rsidRPr="005F20E3" w:rsidRDefault="0007188F" w:rsidP="00CD1A41">
      <w:pPr>
        <w:ind w:left="5529"/>
        <w:jc w:val="both"/>
        <w:rPr>
          <w:sz w:val="20"/>
        </w:rPr>
      </w:pPr>
      <w:r>
        <w:rPr>
          <w:sz w:val="20"/>
        </w:rPr>
        <w:t>sõlmitud rendilepingu</w:t>
      </w:r>
      <w:r w:rsidR="00AA7CE0" w:rsidRPr="005F20E3">
        <w:rPr>
          <w:sz w:val="20"/>
        </w:rPr>
        <w:t xml:space="preserve"> </w:t>
      </w:r>
    </w:p>
    <w:p w:rsidR="00AA7CE0" w:rsidRPr="005F20E3" w:rsidRDefault="001F3FCE" w:rsidP="00CD1A41">
      <w:pPr>
        <w:ind w:left="5529"/>
        <w:jc w:val="both"/>
        <w:rPr>
          <w:sz w:val="20"/>
        </w:rPr>
      </w:pPr>
      <w:r>
        <w:rPr>
          <w:sz w:val="20"/>
        </w:rPr>
        <w:t>nr 9-28/</w:t>
      </w:r>
      <w:r w:rsidR="00DF77FC">
        <w:rPr>
          <w:sz w:val="20"/>
        </w:rPr>
        <w:t>2023/</w:t>
      </w:r>
      <w:r w:rsidR="00D02A50">
        <w:rPr>
          <w:sz w:val="20"/>
        </w:rPr>
        <w:t>9</w:t>
      </w:r>
      <w:r>
        <w:rPr>
          <w:sz w:val="20"/>
        </w:rPr>
        <w:t xml:space="preserve">  </w:t>
      </w:r>
      <w:r w:rsidR="00AA7CE0" w:rsidRPr="005F20E3">
        <w:rPr>
          <w:sz w:val="20"/>
        </w:rPr>
        <w:t xml:space="preserve"> juurde</w:t>
      </w:r>
    </w:p>
    <w:p w:rsidR="00AA7CE0" w:rsidRDefault="00AA7CE0" w:rsidP="00CD1A41">
      <w:pPr>
        <w:jc w:val="both"/>
      </w:pPr>
    </w:p>
    <w:p w:rsidR="00AA7CE0" w:rsidRDefault="00AA7CE0" w:rsidP="00CD1A41">
      <w:pPr>
        <w:jc w:val="both"/>
        <w:sectPr w:rsidR="00AA7CE0">
          <w:footerReference w:type="default" r:id="rId7"/>
          <w:headerReference w:type="first" r:id="rId8"/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AA7CE0" w:rsidRDefault="00AA7CE0" w:rsidP="00CD1A41">
      <w:pPr>
        <w:jc w:val="both"/>
      </w:pPr>
    </w:p>
    <w:p w:rsidR="00AA7CE0" w:rsidRPr="00336463" w:rsidRDefault="00AA7CE0" w:rsidP="00CD1A41">
      <w:pPr>
        <w:jc w:val="both"/>
      </w:pPr>
    </w:p>
    <w:p w:rsidR="00AA7CE0" w:rsidRPr="00336463" w:rsidRDefault="00AA7CE0" w:rsidP="00CD1A41">
      <w:pPr>
        <w:jc w:val="both"/>
      </w:pPr>
    </w:p>
    <w:p w:rsidR="00AA7CE0" w:rsidRDefault="00AA7CE0" w:rsidP="00CD1A41">
      <w:pPr>
        <w:jc w:val="both"/>
        <w:sectPr w:rsidR="00AA7CE0">
          <w:type w:val="continuous"/>
          <w:pgSz w:w="11906" w:h="16838" w:code="9"/>
          <w:pgMar w:top="907" w:right="680" w:bottom="737" w:left="1701" w:header="454" w:footer="567" w:gutter="0"/>
          <w:cols w:space="708"/>
          <w:titlePg/>
        </w:sectPr>
      </w:pPr>
    </w:p>
    <w:tbl>
      <w:tblPr>
        <w:tblW w:w="1365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8"/>
        <w:gridCol w:w="4309"/>
      </w:tblGrid>
      <w:tr w:rsidR="00AA7CE0" w:rsidRPr="008C01E1" w:rsidTr="008C01E1">
        <w:trPr>
          <w:cantSplit/>
          <w:trHeight w:val="284"/>
        </w:trPr>
        <w:tc>
          <w:tcPr>
            <w:tcW w:w="9348" w:type="dxa"/>
            <w:vMerge w:val="restart"/>
          </w:tcPr>
          <w:p w:rsidR="00AA7CE0" w:rsidRPr="008C01E1" w:rsidRDefault="00AA7CE0" w:rsidP="00CD1A41">
            <w:pPr>
              <w:jc w:val="both"/>
              <w:rPr>
                <w:b/>
                <w:szCs w:val="22"/>
              </w:rPr>
            </w:pPr>
            <w:r w:rsidRPr="008C01E1">
              <w:rPr>
                <w:b/>
                <w:sz w:val="22"/>
                <w:szCs w:val="22"/>
              </w:rPr>
              <w:t>AKT</w:t>
            </w:r>
            <w:r w:rsidR="007474A0">
              <w:rPr>
                <w:b/>
                <w:sz w:val="22"/>
                <w:szCs w:val="22"/>
              </w:rPr>
              <w:t xml:space="preserve"> </w:t>
            </w:r>
          </w:p>
          <w:p w:rsidR="00AA7CE0" w:rsidRPr="008C01E1" w:rsidRDefault="00AA7CE0" w:rsidP="00CD1A41">
            <w:pPr>
              <w:jc w:val="both"/>
              <w:rPr>
                <w:szCs w:val="22"/>
              </w:rPr>
            </w:pPr>
            <w:bookmarkStart w:id="0" w:name="_GoBack"/>
            <w:bookmarkEnd w:id="0"/>
          </w:p>
          <w:p w:rsidR="00AA7CE0" w:rsidRPr="008C01E1" w:rsidRDefault="00870D23" w:rsidP="00D02A50">
            <w:pPr>
              <w:tabs>
                <w:tab w:val="right" w:pos="8842"/>
              </w:tabs>
              <w:jc w:val="both"/>
              <w:rPr>
                <w:i/>
                <w:iCs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4309" w:type="dxa"/>
            <w:vMerge w:val="restart"/>
          </w:tcPr>
          <w:p w:rsidR="00AA7CE0" w:rsidRPr="008C01E1" w:rsidRDefault="00AA7CE0" w:rsidP="00CD1A41">
            <w:pPr>
              <w:jc w:val="both"/>
              <w:rPr>
                <w:szCs w:val="22"/>
              </w:rPr>
            </w:pPr>
          </w:p>
        </w:tc>
      </w:tr>
      <w:tr w:rsidR="00AA7CE0" w:rsidRPr="008C01E1" w:rsidTr="008C01E1">
        <w:trPr>
          <w:cantSplit/>
          <w:trHeight w:val="740"/>
        </w:trPr>
        <w:tc>
          <w:tcPr>
            <w:tcW w:w="9348" w:type="dxa"/>
            <w:vMerge/>
          </w:tcPr>
          <w:p w:rsidR="00AA7CE0" w:rsidRPr="008C01E1" w:rsidRDefault="00AA7CE0" w:rsidP="00CD1A41">
            <w:pPr>
              <w:jc w:val="both"/>
              <w:rPr>
                <w:szCs w:val="22"/>
              </w:rPr>
            </w:pPr>
          </w:p>
        </w:tc>
        <w:tc>
          <w:tcPr>
            <w:tcW w:w="4309" w:type="dxa"/>
            <w:vMerge/>
          </w:tcPr>
          <w:p w:rsidR="00AA7CE0" w:rsidRPr="008C01E1" w:rsidRDefault="00AA7CE0" w:rsidP="00CD1A41">
            <w:pPr>
              <w:jc w:val="both"/>
              <w:rPr>
                <w:szCs w:val="22"/>
              </w:rPr>
            </w:pPr>
          </w:p>
        </w:tc>
      </w:tr>
    </w:tbl>
    <w:p w:rsidR="00AA7CE0" w:rsidRPr="008C01E1" w:rsidRDefault="0007188F" w:rsidP="00CD1A41">
      <w:pPr>
        <w:jc w:val="both"/>
        <w:rPr>
          <w:color w:val="000000"/>
          <w:spacing w:val="0"/>
          <w:position w:val="0"/>
          <w:sz w:val="22"/>
          <w:szCs w:val="22"/>
        </w:rPr>
      </w:pPr>
      <w:r>
        <w:rPr>
          <w:b/>
          <w:bCs/>
          <w:color w:val="000000"/>
          <w:spacing w:val="0"/>
          <w:position w:val="0"/>
          <w:sz w:val="22"/>
          <w:szCs w:val="22"/>
        </w:rPr>
        <w:t xml:space="preserve">Kantsi </w:t>
      </w:r>
      <w:r w:rsidR="008E0EC3">
        <w:rPr>
          <w:b/>
          <w:bCs/>
          <w:color w:val="000000"/>
          <w:spacing w:val="0"/>
          <w:position w:val="0"/>
          <w:sz w:val="22"/>
          <w:szCs w:val="22"/>
        </w:rPr>
        <w:t xml:space="preserve">kinnistu hoonete ja rajatist </w:t>
      </w:r>
      <w:r>
        <w:rPr>
          <w:b/>
          <w:bCs/>
          <w:color w:val="000000"/>
          <w:spacing w:val="0"/>
          <w:position w:val="0"/>
          <w:sz w:val="22"/>
          <w:szCs w:val="22"/>
        </w:rPr>
        <w:t>üleandmise-vastuvõtmine</w:t>
      </w:r>
      <w:r w:rsidR="007474A0">
        <w:rPr>
          <w:b/>
          <w:bCs/>
          <w:color w:val="000000"/>
          <w:spacing w:val="0"/>
          <w:position w:val="0"/>
          <w:sz w:val="22"/>
          <w:szCs w:val="22"/>
        </w:rPr>
        <w:t xml:space="preserve"> seisuga 31.08. 2023.a.</w:t>
      </w:r>
    </w:p>
    <w:p w:rsidR="00AA7CE0" w:rsidRPr="008C01E1" w:rsidRDefault="00AA7CE0" w:rsidP="00CD1A41">
      <w:pPr>
        <w:rPr>
          <w:sz w:val="22"/>
          <w:szCs w:val="22"/>
        </w:rPr>
      </w:pPr>
    </w:p>
    <w:p w:rsidR="00AA7CE0" w:rsidRPr="008E0EC3" w:rsidRDefault="00AA7CE0" w:rsidP="005E50F3">
      <w:pPr>
        <w:pStyle w:val="Loendilik"/>
        <w:numPr>
          <w:ilvl w:val="0"/>
          <w:numId w:val="10"/>
        </w:numPr>
        <w:ind w:left="426"/>
        <w:jc w:val="both"/>
        <w:rPr>
          <w:iCs/>
          <w:sz w:val="22"/>
          <w:szCs w:val="22"/>
        </w:rPr>
      </w:pPr>
      <w:r w:rsidRPr="008E0EC3">
        <w:rPr>
          <w:sz w:val="22"/>
          <w:szCs w:val="22"/>
        </w:rPr>
        <w:t>Käesoleva akti koostasid</w:t>
      </w:r>
      <w:r w:rsidR="00DC1888" w:rsidRPr="008E0EC3">
        <w:rPr>
          <w:sz w:val="22"/>
          <w:szCs w:val="22"/>
        </w:rPr>
        <w:t xml:space="preserve"> Riigimetsa Majandamise Keskus ja </w:t>
      </w:r>
      <w:r w:rsidR="0007188F" w:rsidRPr="008E0EC3">
        <w:rPr>
          <w:sz w:val="22"/>
          <w:szCs w:val="22"/>
        </w:rPr>
        <w:t>Luunja vald</w:t>
      </w:r>
      <w:r w:rsidRPr="008E0EC3">
        <w:rPr>
          <w:sz w:val="22"/>
          <w:szCs w:val="22"/>
        </w:rPr>
        <w:t xml:space="preserve">, selle </w:t>
      </w:r>
      <w:r w:rsidR="003C0F32" w:rsidRPr="008E0EC3">
        <w:rPr>
          <w:sz w:val="22"/>
          <w:szCs w:val="22"/>
        </w:rPr>
        <w:t xml:space="preserve">kohta, et </w:t>
      </w:r>
      <w:r w:rsidR="0007188F" w:rsidRPr="008E0EC3">
        <w:rPr>
          <w:sz w:val="22"/>
          <w:szCs w:val="22"/>
        </w:rPr>
        <w:t>Rendileandja</w:t>
      </w:r>
      <w:r w:rsidR="003C0F32" w:rsidRPr="008E0EC3">
        <w:rPr>
          <w:sz w:val="22"/>
          <w:szCs w:val="22"/>
        </w:rPr>
        <w:t xml:space="preserve"> andis üle ja </w:t>
      </w:r>
      <w:r w:rsidR="0007188F" w:rsidRPr="008E0EC3">
        <w:rPr>
          <w:sz w:val="22"/>
          <w:szCs w:val="22"/>
        </w:rPr>
        <w:t>Rentnik</w:t>
      </w:r>
      <w:r w:rsidRPr="008E0EC3">
        <w:rPr>
          <w:sz w:val="22"/>
          <w:szCs w:val="22"/>
        </w:rPr>
        <w:t xml:space="preserve"> võttis vastu</w:t>
      </w:r>
      <w:r w:rsidR="00BD0FFC" w:rsidRPr="008E0EC3">
        <w:rPr>
          <w:sz w:val="22"/>
          <w:szCs w:val="22"/>
        </w:rPr>
        <w:t xml:space="preserve"> </w:t>
      </w:r>
      <w:r w:rsidR="008E0EC3" w:rsidRPr="00E55DAC">
        <w:t xml:space="preserve">Tartu maakonnas, Luunja vallas, </w:t>
      </w:r>
      <w:proofErr w:type="spellStart"/>
      <w:r w:rsidR="008E0EC3" w:rsidRPr="00E55DAC">
        <w:t>Kavastu</w:t>
      </w:r>
      <w:proofErr w:type="spellEnd"/>
      <w:r w:rsidR="008E0EC3" w:rsidRPr="00E55DAC">
        <w:t xml:space="preserve"> külas </w:t>
      </w:r>
      <w:r w:rsidR="008E0EC3">
        <w:t>Kantsi kinnisasjast</w:t>
      </w:r>
      <w:r w:rsidR="008E0EC3" w:rsidRPr="00E55DAC">
        <w:t xml:space="preserve"> ligikaudu 3,94 ha suurune maa-ala (katastriüksus 43203:002:0318, riigi kinnisvararegistri kood KV4367) ja seal asuv</w:t>
      </w:r>
      <w:r w:rsidR="008E0EC3">
        <w:t>a</w:t>
      </w:r>
      <w:r w:rsidR="008E0EC3" w:rsidRPr="00E55DAC">
        <w:t xml:space="preserve"> Emajõe-Suursoo LKA keskuse peahoone (riigi kinnisvararegistri kood KV4367H2, suletud netopinnaga 508m²)  ja  abihoone (riigi kinnisvararegistri kood KV4367H3, suletud netopinnaga 108m²) </w:t>
      </w:r>
      <w:r w:rsidR="00DF77FC">
        <w:t xml:space="preserve">ruumid </w:t>
      </w:r>
      <w:r w:rsidR="008E0EC3" w:rsidRPr="00E55DAC">
        <w:t xml:space="preserve"> koos nende juurde kuuluvate päraldiste ja inventariga</w:t>
      </w:r>
      <w:r w:rsidR="008E0EC3">
        <w:t xml:space="preserve"> alljärgnevaga:</w:t>
      </w:r>
    </w:p>
    <w:p w:rsidR="00BD0FFC" w:rsidRDefault="00BD0FFC" w:rsidP="005E50F3">
      <w:pPr>
        <w:jc w:val="both"/>
        <w:rPr>
          <w:color w:val="000000"/>
          <w:spacing w:val="0"/>
          <w:position w:val="0"/>
          <w:sz w:val="22"/>
          <w:szCs w:val="22"/>
        </w:rPr>
      </w:pPr>
    </w:p>
    <w:p w:rsidR="00BD0FFC" w:rsidRPr="008C01E1" w:rsidRDefault="00BD0FFC" w:rsidP="00CD1A41">
      <w:pPr>
        <w:jc w:val="both"/>
        <w:rPr>
          <w:color w:val="000000"/>
          <w:spacing w:val="0"/>
          <w:position w:val="0"/>
          <w:sz w:val="22"/>
          <w:szCs w:val="22"/>
        </w:rPr>
      </w:pPr>
    </w:p>
    <w:tbl>
      <w:tblPr>
        <w:tblW w:w="8788" w:type="dxa"/>
        <w:tblCellSpacing w:w="7" w:type="dxa"/>
        <w:tblInd w:w="4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843"/>
        <w:gridCol w:w="1340"/>
        <w:gridCol w:w="4605"/>
      </w:tblGrid>
      <w:tr w:rsidR="00AA7CE0" w:rsidRPr="008C01E1" w:rsidTr="00C368AA">
        <w:trPr>
          <w:trHeight w:val="420"/>
          <w:tblCellSpacing w:w="7" w:type="dxa"/>
        </w:trPr>
        <w:tc>
          <w:tcPr>
            <w:tcW w:w="16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8C01E1" w:rsidRDefault="00AA7CE0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 w:rsidRPr="008C01E1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</w:rPr>
              <w:t xml:space="preserve"> nimetus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8C01E1" w:rsidRDefault="00AA7CE0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 w:rsidRPr="008C01E1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</w:rPr>
              <w:t>Seisukord</w:t>
            </w:r>
          </w:p>
        </w:tc>
        <w:tc>
          <w:tcPr>
            <w:tcW w:w="2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A7CE0" w:rsidRPr="008C01E1" w:rsidRDefault="00AA7CE0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 w:rsidRPr="008C01E1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</w:rPr>
              <w:t>Puudused</w:t>
            </w:r>
          </w:p>
        </w:tc>
      </w:tr>
      <w:tr w:rsidR="00AA7CE0" w:rsidRPr="008C01E1" w:rsidTr="00C368AA">
        <w:trPr>
          <w:trHeight w:val="405"/>
          <w:tblCellSpacing w:w="7" w:type="dxa"/>
        </w:trPr>
        <w:tc>
          <w:tcPr>
            <w:tcW w:w="16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8C01E1" w:rsidRDefault="00AA7CE0" w:rsidP="00DB5F4E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 w:rsidRPr="008C01E1">
              <w:rPr>
                <w:color w:val="000000"/>
                <w:spacing w:val="0"/>
                <w:position w:val="0"/>
                <w:sz w:val="22"/>
                <w:szCs w:val="22"/>
              </w:rPr>
              <w:t>1.</w:t>
            </w:r>
            <w:r w:rsidR="00DB5F4E">
              <w:rPr>
                <w:color w:val="000000"/>
                <w:spacing w:val="0"/>
                <w:position w:val="0"/>
                <w:sz w:val="22"/>
                <w:szCs w:val="22"/>
              </w:rPr>
              <w:t>Jalakäiate sild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8C01E1" w:rsidRDefault="00AE55FE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>
              <w:rPr>
                <w:color w:val="000000"/>
                <w:spacing w:val="0"/>
                <w:position w:val="0"/>
                <w:szCs w:val="22"/>
              </w:rPr>
              <w:t>halb</w:t>
            </w:r>
          </w:p>
        </w:tc>
        <w:tc>
          <w:tcPr>
            <w:tcW w:w="2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A7CE0" w:rsidRPr="008C01E1" w:rsidRDefault="00AE55FE" w:rsidP="00DA6150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>
              <w:rPr>
                <w:color w:val="000000"/>
                <w:spacing w:val="0"/>
                <w:position w:val="0"/>
                <w:szCs w:val="22"/>
              </w:rPr>
              <w:t xml:space="preserve">Puitosa mädanenud ja </w:t>
            </w:r>
            <w:r w:rsidR="00DA6150">
              <w:rPr>
                <w:color w:val="000000"/>
                <w:spacing w:val="0"/>
                <w:position w:val="0"/>
                <w:szCs w:val="22"/>
              </w:rPr>
              <w:t>sellises seisukorras</w:t>
            </w:r>
            <w:r>
              <w:rPr>
                <w:color w:val="000000"/>
                <w:spacing w:val="0"/>
                <w:position w:val="0"/>
                <w:szCs w:val="22"/>
              </w:rPr>
              <w:t xml:space="preserve"> mitte kasutada</w:t>
            </w:r>
          </w:p>
        </w:tc>
      </w:tr>
      <w:tr w:rsidR="00AA7CE0" w:rsidRPr="008C01E1" w:rsidTr="00C368AA">
        <w:trPr>
          <w:trHeight w:val="405"/>
          <w:tblCellSpacing w:w="7" w:type="dxa"/>
        </w:trPr>
        <w:tc>
          <w:tcPr>
            <w:tcW w:w="16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8C01E1" w:rsidRDefault="00BD0FFC" w:rsidP="00DB5F4E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</w:rPr>
              <w:t>2.</w:t>
            </w:r>
            <w:r w:rsidR="00AA7CE0" w:rsidRPr="008C01E1">
              <w:rPr>
                <w:color w:val="000000"/>
                <w:spacing w:val="0"/>
                <w:position w:val="0"/>
                <w:sz w:val="22"/>
                <w:szCs w:val="22"/>
              </w:rPr>
              <w:t xml:space="preserve"> </w:t>
            </w:r>
            <w:r w:rsidR="00DB5F4E">
              <w:rPr>
                <w:color w:val="000000"/>
                <w:spacing w:val="0"/>
                <w:position w:val="0"/>
                <w:sz w:val="22"/>
                <w:szCs w:val="22"/>
              </w:rPr>
              <w:t>Teed ja platsid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8C01E1" w:rsidRDefault="00AE55FE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>
              <w:rPr>
                <w:color w:val="000000"/>
                <w:spacing w:val="0"/>
                <w:position w:val="0"/>
                <w:szCs w:val="22"/>
              </w:rPr>
              <w:t>rahuldav</w:t>
            </w:r>
          </w:p>
        </w:tc>
        <w:tc>
          <w:tcPr>
            <w:tcW w:w="2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A7CE0" w:rsidRPr="008C01E1" w:rsidRDefault="00AA7CE0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</w:p>
        </w:tc>
      </w:tr>
      <w:tr w:rsidR="00DB5F4E" w:rsidRPr="008C01E1" w:rsidTr="00C368AA">
        <w:trPr>
          <w:trHeight w:val="405"/>
          <w:tblCellSpacing w:w="7" w:type="dxa"/>
        </w:trPr>
        <w:tc>
          <w:tcPr>
            <w:tcW w:w="16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F4E" w:rsidRDefault="00DB5F4E" w:rsidP="00DB5F4E">
            <w:pPr>
              <w:jc w:val="both"/>
              <w:rPr>
                <w:color w:val="000000"/>
                <w:spacing w:val="0"/>
                <w:position w:val="0"/>
                <w:sz w:val="22"/>
                <w:szCs w:val="22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</w:rPr>
              <w:t>3.Puurkaev-pumpla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F4E" w:rsidRDefault="00AE55FE" w:rsidP="00DB5F4E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>
              <w:rPr>
                <w:color w:val="000000"/>
                <w:spacing w:val="0"/>
                <w:position w:val="0"/>
                <w:szCs w:val="22"/>
              </w:rPr>
              <w:t>rahuldav</w:t>
            </w:r>
          </w:p>
        </w:tc>
        <w:tc>
          <w:tcPr>
            <w:tcW w:w="2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B5F4E" w:rsidRPr="008C01E1" w:rsidRDefault="00DB5F4E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</w:p>
        </w:tc>
      </w:tr>
      <w:tr w:rsidR="00DB5F4E" w:rsidRPr="008C01E1" w:rsidTr="00C368AA">
        <w:trPr>
          <w:trHeight w:val="405"/>
          <w:tblCellSpacing w:w="7" w:type="dxa"/>
        </w:trPr>
        <w:tc>
          <w:tcPr>
            <w:tcW w:w="16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F4E" w:rsidRDefault="00DB5F4E" w:rsidP="00DB5F4E">
            <w:pPr>
              <w:jc w:val="both"/>
              <w:rPr>
                <w:color w:val="000000"/>
                <w:spacing w:val="0"/>
                <w:position w:val="0"/>
                <w:sz w:val="22"/>
                <w:szCs w:val="22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</w:rPr>
              <w:t>4.Autosild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F4E" w:rsidRDefault="00AE55FE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>
              <w:rPr>
                <w:color w:val="000000"/>
                <w:spacing w:val="0"/>
                <w:position w:val="0"/>
                <w:szCs w:val="22"/>
              </w:rPr>
              <w:t>hea</w:t>
            </w:r>
          </w:p>
        </w:tc>
        <w:tc>
          <w:tcPr>
            <w:tcW w:w="2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B5F4E" w:rsidRPr="008C01E1" w:rsidRDefault="00DB5F4E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</w:p>
        </w:tc>
      </w:tr>
      <w:tr w:rsidR="00DB5F4E" w:rsidRPr="008C01E1" w:rsidTr="00C368AA">
        <w:trPr>
          <w:trHeight w:val="405"/>
          <w:tblCellSpacing w:w="7" w:type="dxa"/>
        </w:trPr>
        <w:tc>
          <w:tcPr>
            <w:tcW w:w="16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F4E" w:rsidRDefault="00DB5F4E" w:rsidP="00DB5F4E">
            <w:pPr>
              <w:jc w:val="both"/>
              <w:rPr>
                <w:color w:val="000000"/>
                <w:spacing w:val="0"/>
                <w:position w:val="0"/>
                <w:sz w:val="22"/>
                <w:szCs w:val="22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</w:rPr>
              <w:t>5.Paadisild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F4E" w:rsidRDefault="00AE55FE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>
              <w:rPr>
                <w:color w:val="000000"/>
                <w:spacing w:val="0"/>
                <w:position w:val="0"/>
                <w:szCs w:val="22"/>
              </w:rPr>
              <w:t>hea</w:t>
            </w:r>
          </w:p>
        </w:tc>
        <w:tc>
          <w:tcPr>
            <w:tcW w:w="2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B5F4E" w:rsidRPr="008C01E1" w:rsidRDefault="00DB5F4E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</w:p>
        </w:tc>
      </w:tr>
      <w:tr w:rsidR="00DB5F4E" w:rsidRPr="008C01E1" w:rsidTr="00C368AA">
        <w:trPr>
          <w:trHeight w:val="405"/>
          <w:tblCellSpacing w:w="7" w:type="dxa"/>
        </w:trPr>
        <w:tc>
          <w:tcPr>
            <w:tcW w:w="16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F4E" w:rsidRDefault="00C368AA" w:rsidP="00DB5F4E">
            <w:pPr>
              <w:jc w:val="both"/>
              <w:rPr>
                <w:color w:val="000000"/>
                <w:spacing w:val="0"/>
                <w:position w:val="0"/>
                <w:sz w:val="22"/>
                <w:szCs w:val="22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</w:rPr>
              <w:t>6.Välisvalgustus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F4E" w:rsidRDefault="00AE55FE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>
              <w:rPr>
                <w:color w:val="000000"/>
                <w:spacing w:val="0"/>
                <w:position w:val="0"/>
                <w:szCs w:val="22"/>
              </w:rPr>
              <w:t>rahuldav</w:t>
            </w:r>
          </w:p>
        </w:tc>
        <w:tc>
          <w:tcPr>
            <w:tcW w:w="2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B5F4E" w:rsidRPr="008C01E1" w:rsidRDefault="00DB5F4E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</w:p>
        </w:tc>
      </w:tr>
      <w:tr w:rsidR="00C368AA" w:rsidRPr="008C01E1" w:rsidTr="00C368AA">
        <w:trPr>
          <w:trHeight w:val="405"/>
          <w:tblCellSpacing w:w="7" w:type="dxa"/>
        </w:trPr>
        <w:tc>
          <w:tcPr>
            <w:tcW w:w="16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68AA" w:rsidRDefault="00C368AA" w:rsidP="00DB5F4E">
            <w:pPr>
              <w:jc w:val="both"/>
              <w:rPr>
                <w:color w:val="000000"/>
                <w:spacing w:val="0"/>
                <w:position w:val="0"/>
                <w:sz w:val="22"/>
                <w:szCs w:val="22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</w:rPr>
              <w:t>7.Paadislipp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68AA" w:rsidRDefault="00AE55FE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>
              <w:rPr>
                <w:color w:val="000000"/>
                <w:spacing w:val="0"/>
                <w:position w:val="0"/>
                <w:szCs w:val="22"/>
              </w:rPr>
              <w:t>hea</w:t>
            </w:r>
          </w:p>
        </w:tc>
        <w:tc>
          <w:tcPr>
            <w:tcW w:w="2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368AA" w:rsidRPr="008C01E1" w:rsidRDefault="00C368AA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</w:p>
        </w:tc>
      </w:tr>
      <w:tr w:rsidR="00C368AA" w:rsidRPr="008C01E1" w:rsidTr="00C368AA">
        <w:trPr>
          <w:trHeight w:val="405"/>
          <w:tblCellSpacing w:w="7" w:type="dxa"/>
        </w:trPr>
        <w:tc>
          <w:tcPr>
            <w:tcW w:w="16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68AA" w:rsidRDefault="00C368AA" w:rsidP="00DB5F4E">
            <w:pPr>
              <w:jc w:val="both"/>
              <w:rPr>
                <w:color w:val="000000"/>
                <w:spacing w:val="0"/>
                <w:position w:val="0"/>
                <w:sz w:val="22"/>
                <w:szCs w:val="22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</w:rPr>
              <w:t>8.Haljastus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68AA" w:rsidRDefault="00AE55FE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>
              <w:rPr>
                <w:color w:val="000000"/>
                <w:spacing w:val="0"/>
                <w:position w:val="0"/>
                <w:szCs w:val="22"/>
              </w:rPr>
              <w:t>rahuldav</w:t>
            </w:r>
          </w:p>
        </w:tc>
        <w:tc>
          <w:tcPr>
            <w:tcW w:w="2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368AA" w:rsidRPr="008C01E1" w:rsidRDefault="00C368AA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</w:p>
        </w:tc>
      </w:tr>
      <w:tr w:rsidR="0003266F" w:rsidRPr="008C01E1" w:rsidTr="00C368AA">
        <w:trPr>
          <w:trHeight w:val="405"/>
          <w:tblCellSpacing w:w="7" w:type="dxa"/>
        </w:trPr>
        <w:tc>
          <w:tcPr>
            <w:tcW w:w="16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266F" w:rsidRDefault="0003266F" w:rsidP="00DB5F4E">
            <w:pPr>
              <w:jc w:val="both"/>
              <w:rPr>
                <w:color w:val="000000"/>
                <w:spacing w:val="0"/>
                <w:position w:val="0"/>
                <w:sz w:val="22"/>
                <w:szCs w:val="22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</w:rPr>
              <w:t>9. Kokkupandav metallredel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266F" w:rsidRDefault="00AE55FE" w:rsidP="00D02A50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>
              <w:rPr>
                <w:color w:val="000000"/>
                <w:spacing w:val="0"/>
                <w:position w:val="0"/>
                <w:szCs w:val="22"/>
              </w:rPr>
              <w:t>töökorras</w:t>
            </w:r>
          </w:p>
        </w:tc>
        <w:tc>
          <w:tcPr>
            <w:tcW w:w="2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266F" w:rsidRPr="008C01E1" w:rsidRDefault="0003266F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</w:p>
        </w:tc>
      </w:tr>
    </w:tbl>
    <w:p w:rsidR="00AA7CE0" w:rsidRPr="008C01E1" w:rsidRDefault="00AA7CE0" w:rsidP="00CD1A41">
      <w:pPr>
        <w:jc w:val="both"/>
        <w:rPr>
          <w:color w:val="000000"/>
          <w:spacing w:val="0"/>
          <w:position w:val="0"/>
          <w:sz w:val="22"/>
          <w:szCs w:val="22"/>
        </w:rPr>
      </w:pPr>
    </w:p>
    <w:p w:rsidR="00AA7CE0" w:rsidRDefault="00AA7CE0" w:rsidP="00CD1A41">
      <w:pPr>
        <w:jc w:val="both"/>
        <w:rPr>
          <w:sz w:val="22"/>
          <w:szCs w:val="22"/>
        </w:rPr>
      </w:pPr>
    </w:p>
    <w:p w:rsidR="00DA6150" w:rsidRDefault="00DA6150" w:rsidP="00CD1A41">
      <w:pPr>
        <w:jc w:val="both"/>
        <w:rPr>
          <w:sz w:val="22"/>
          <w:szCs w:val="22"/>
        </w:rPr>
      </w:pPr>
    </w:p>
    <w:p w:rsidR="00DA6150" w:rsidRDefault="00DA6150" w:rsidP="00CD1A41">
      <w:pPr>
        <w:jc w:val="both"/>
        <w:rPr>
          <w:sz w:val="22"/>
          <w:szCs w:val="22"/>
        </w:rPr>
      </w:pPr>
    </w:p>
    <w:p w:rsidR="00DA6150" w:rsidRDefault="00DA6150" w:rsidP="00CD1A41">
      <w:pPr>
        <w:jc w:val="both"/>
        <w:rPr>
          <w:sz w:val="22"/>
          <w:szCs w:val="22"/>
        </w:rPr>
      </w:pPr>
    </w:p>
    <w:p w:rsidR="00DA6150" w:rsidRDefault="00DA6150" w:rsidP="00CD1A41">
      <w:pPr>
        <w:jc w:val="both"/>
        <w:rPr>
          <w:sz w:val="22"/>
          <w:szCs w:val="22"/>
        </w:rPr>
      </w:pPr>
    </w:p>
    <w:p w:rsidR="00DA6150" w:rsidRPr="008C01E1" w:rsidRDefault="00DA6150" w:rsidP="00CD1A41">
      <w:pPr>
        <w:jc w:val="both"/>
        <w:rPr>
          <w:sz w:val="22"/>
          <w:szCs w:val="22"/>
        </w:rPr>
      </w:pPr>
    </w:p>
    <w:p w:rsidR="0003266F" w:rsidRPr="000F3935" w:rsidRDefault="0003266F" w:rsidP="00CD1A41">
      <w:pPr>
        <w:jc w:val="both"/>
        <w:rPr>
          <w:sz w:val="22"/>
          <w:szCs w:val="22"/>
        </w:rPr>
      </w:pPr>
    </w:p>
    <w:tbl>
      <w:tblPr>
        <w:tblW w:w="911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993"/>
        <w:gridCol w:w="1701"/>
        <w:gridCol w:w="1417"/>
        <w:gridCol w:w="1586"/>
      </w:tblGrid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lastRenderedPageBreak/>
              <w:t>Nimetus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Kogus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Vara </w:t>
            </w:r>
            <w:proofErr w:type="spellStart"/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rp</w:t>
            </w:r>
            <w:proofErr w:type="spellEnd"/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number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Seisukord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Märkused</w:t>
            </w:r>
          </w:p>
        </w:tc>
      </w:tr>
      <w:tr w:rsidR="0003266F" w:rsidRPr="000F3935" w:rsidTr="005E50F3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 korruse trepihall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Riidestange (riidepuudega 50 tk)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AE55F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 korruse klaaspõrandaga ruum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Infolett komplekt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AE55F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</w:tr>
      <w:tr w:rsidR="0003266F" w:rsidRPr="000F3935" w:rsidTr="005E50F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riiul (madal)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AE55F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Seinariiul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DF77FC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</w:t>
            </w:r>
            <w:r w:rsidR="0003266F"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AE55FE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Kapp madal lükandustega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AE55F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Diivan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AE55F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Diivanilaud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AE55FE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toolid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DF77FC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</w:t>
            </w:r>
            <w:r w:rsidR="00DF77FC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4</w:t>
            </w: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E00204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infovoldikute alus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E00204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 korruse kaminaruum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laud (pikk)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E00204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laud (lühike)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5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E00204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laud (kõrge)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E00204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Toolid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D84C5F" w:rsidP="00DF77FC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14</w:t>
            </w:r>
            <w:r w:rsidR="0003266F"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E00204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kontorilaud (komplekt)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E00204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 korruse köök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köögimööbel (komplekt)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024F88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suur kü</w:t>
            </w:r>
            <w:r w:rsidR="00D02A50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l</w:t>
            </w: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mkapp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024F88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II korruse õppeklass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riiul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024F88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proofErr w:type="spellStart"/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kapp+riiul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024F88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riidekapp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024F88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kontorilaud sahtlikapiga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VV011812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024F88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II korruse kontoriruum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riiul (madal)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024F88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riidekapp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024F88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kontorilaud sahtlikapiga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VV011810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024F88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Kapp (madal)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VV011802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024F88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II korruse trepihall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Arne </w:t>
            </w:r>
            <w:proofErr w:type="spellStart"/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Aderi</w:t>
            </w:r>
            <w:proofErr w:type="spellEnd"/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looduspilt seinal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024F88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DA6150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6150" w:rsidRPr="000F3935" w:rsidRDefault="00DA6150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6150" w:rsidRPr="000F3935" w:rsidRDefault="00DA6150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A6150" w:rsidRPr="000F3935" w:rsidRDefault="00DA6150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6150" w:rsidRPr="000F3935" w:rsidRDefault="00DA6150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6150" w:rsidRPr="000F3935" w:rsidRDefault="00DA6150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II korruse seminariruum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Lükandsein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PV021871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024F88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lastRenderedPageBreak/>
              <w:t xml:space="preserve">Arne </w:t>
            </w:r>
            <w:proofErr w:type="spellStart"/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Aderi</w:t>
            </w:r>
            <w:proofErr w:type="spellEnd"/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looduspilt seinal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DF77FC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</w:t>
            </w:r>
            <w:r w:rsidR="0003266F"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024F88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Toolid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39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024F88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Kapp lükandustega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024F88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Kapp (madal)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VV011805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024F88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Laud (kõrge)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024F88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Laud (madal)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024F88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Tahvel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024F88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ekraan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9B518F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II korruse otsaruum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Riiul (madal)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2 tk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9B518F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03266F" w:rsidRPr="000F3935" w:rsidTr="005E50F3">
        <w:trPr>
          <w:trHeight w:val="28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Emajõe- Suursoo inva-kaldtee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BV020466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  <w:r w:rsidR="009B518F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6F" w:rsidRPr="000F3935" w:rsidRDefault="0003266F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 </w:t>
            </w:r>
          </w:p>
        </w:tc>
      </w:tr>
      <w:tr w:rsidR="005E50F3" w:rsidRPr="000F3935" w:rsidTr="005E50F3">
        <w:trPr>
          <w:trHeight w:val="28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0F3935" w:rsidRDefault="005E50F3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0F3935" w:rsidRDefault="005E50F3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5E50F3" w:rsidRPr="000F3935" w:rsidRDefault="005E50F3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0F3935" w:rsidRDefault="005E50F3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0F3935" w:rsidRDefault="005E50F3" w:rsidP="0003266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5E50F3" w:rsidRPr="000F3935" w:rsidTr="005E50F3">
        <w:trPr>
          <w:trHeight w:val="28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0F3935" w:rsidRDefault="005E50F3" w:rsidP="005E50F3">
            <w:pPr>
              <w:rPr>
                <w:rFonts w:ascii="Calibri" w:hAnsi="Calibri"/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0F3935">
              <w:rPr>
                <w:rFonts w:ascii="Calibri" w:hAnsi="Calibri"/>
                <w:b/>
                <w:bCs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Kantsi lõkkekoha varustus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0F3935" w:rsidRDefault="005E50F3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5E50F3" w:rsidRPr="000F3935" w:rsidRDefault="005E50F3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0F3935" w:rsidRDefault="005E50F3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0F3935" w:rsidRDefault="005E50F3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5E50F3" w:rsidRPr="000F3935" w:rsidTr="005E50F3">
        <w:trPr>
          <w:trHeight w:val="28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5E50F3" w:rsidRDefault="005E50F3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5E50F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Varjualusega laud- pingid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0F3935" w:rsidRDefault="005E50F3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5E50F3" w:rsidRPr="000F3935" w:rsidRDefault="005E50F3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0F3935" w:rsidRDefault="009B518F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0F3935" w:rsidRDefault="009B518F" w:rsidP="009B518F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Katuselauad mädanenud</w:t>
            </w:r>
          </w:p>
        </w:tc>
      </w:tr>
      <w:tr w:rsidR="005E50F3" w:rsidRPr="000F3935" w:rsidTr="005E50F3">
        <w:trPr>
          <w:trHeight w:val="28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5E50F3" w:rsidRDefault="005E50F3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5E50F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Lõkkease grillrestiga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0F3935" w:rsidRDefault="005E50F3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5E50F3" w:rsidRPr="000F3935" w:rsidRDefault="005E50F3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0F3935" w:rsidRDefault="009B518F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0F3935" w:rsidRDefault="005E50F3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5E50F3" w:rsidRPr="000F3935" w:rsidTr="005E50F3">
        <w:trPr>
          <w:trHeight w:val="28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5E50F3" w:rsidRDefault="005E50F3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5E50F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Puukuur lakas magamise võimalusega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0F3935" w:rsidRDefault="005E50F3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5E50F3" w:rsidRPr="000F3935" w:rsidRDefault="005E50F3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0F3935" w:rsidRDefault="009B518F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0F3935" w:rsidRDefault="005E50F3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5E50F3" w:rsidRPr="000F3935" w:rsidTr="005E50F3">
        <w:trPr>
          <w:trHeight w:val="28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5E50F3" w:rsidRDefault="005E50F3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5E50F3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Kompostkäimla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0F3935" w:rsidRDefault="005E50F3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1 tk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5E50F3" w:rsidRPr="000F3935" w:rsidRDefault="005E50F3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0F3935" w:rsidRDefault="009B518F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rahuldav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50F3" w:rsidRPr="000F3935" w:rsidRDefault="005E50F3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</w:tr>
      <w:tr w:rsidR="009B518F" w:rsidRPr="000F3935" w:rsidTr="00621D63">
        <w:trPr>
          <w:trHeight w:val="393"/>
        </w:trPr>
        <w:tc>
          <w:tcPr>
            <w:tcW w:w="9114" w:type="dxa"/>
            <w:gridSpan w:val="5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9B518F" w:rsidRDefault="009B518F" w:rsidP="005E50F3">
            <w:p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  <w:p w:rsidR="009B518F" w:rsidRDefault="009B518F" w:rsidP="007474A0">
            <w:pPr>
              <w:jc w:val="both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  <w:p w:rsidR="009B518F" w:rsidRDefault="009B518F" w:rsidP="007474A0">
            <w:pPr>
              <w:jc w:val="both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Hetkel on</w:t>
            </w:r>
            <w:r w:rsidR="00D84C5F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hoone</w:t>
            </w: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terrass Luunja valla poolt lammutatud. Vallal on plaanis terrass taastada.</w:t>
            </w:r>
          </w:p>
          <w:p w:rsidR="009B518F" w:rsidRDefault="009B518F" w:rsidP="007474A0">
            <w:pPr>
              <w:jc w:val="both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Vald on soetanud </w:t>
            </w:r>
            <w:r w:rsidR="00B95DFB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uu</w:t>
            </w: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e nõudepesumasina, sest eelmine läks katki.</w:t>
            </w:r>
          </w:p>
          <w:p w:rsidR="009B518F" w:rsidRDefault="009B518F" w:rsidP="007474A0">
            <w:pPr>
              <w:jc w:val="both"/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Katki on läinud </w:t>
            </w:r>
            <w:r w:rsidR="00B95DFB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ja mida</w:t>
            </w: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ei ole enam üle antavate varade nimekirjas</w:t>
            </w:r>
            <w:r w:rsidR="00B95DFB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(võrreldes eelmise rendilepinguga)</w:t>
            </w:r>
            <w:r w:rsidR="00D84C5F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alljärgnev vara</w:t>
            </w: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:</w:t>
            </w:r>
          </w:p>
          <w:p w:rsidR="009B518F" w:rsidRDefault="009B518F" w:rsidP="009B518F">
            <w:pPr>
              <w:pStyle w:val="Loendilik"/>
              <w:numPr>
                <w:ilvl w:val="0"/>
                <w:numId w:val="12"/>
              </w:num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9B518F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köögi laud ja </w:t>
            </w:r>
            <w:r w:rsidR="00B95DFB"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5 tooli</w:t>
            </w:r>
          </w:p>
          <w:p w:rsidR="00B95DFB" w:rsidRDefault="00B95DFB" w:rsidP="009B518F">
            <w:pPr>
              <w:pStyle w:val="Loendilik"/>
              <w:numPr>
                <w:ilvl w:val="0"/>
                <w:numId w:val="12"/>
              </w:num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nõudepesumasin</w:t>
            </w:r>
          </w:p>
          <w:p w:rsidR="00B95DFB" w:rsidRDefault="00B95DFB" w:rsidP="009B518F">
            <w:pPr>
              <w:pStyle w:val="Loendilik"/>
              <w:numPr>
                <w:ilvl w:val="0"/>
                <w:numId w:val="12"/>
              </w:num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kontoritool (VV016405) II korruse õppeklassis</w:t>
            </w:r>
          </w:p>
          <w:p w:rsidR="00B95DFB" w:rsidRDefault="00B95DFB" w:rsidP="009B518F">
            <w:pPr>
              <w:pStyle w:val="Loendilik"/>
              <w:numPr>
                <w:ilvl w:val="0"/>
                <w:numId w:val="12"/>
              </w:num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väikesed looduspildid seinal 7 tk</w:t>
            </w:r>
          </w:p>
          <w:p w:rsidR="00B95DFB" w:rsidRDefault="00B95DFB" w:rsidP="009B518F">
            <w:pPr>
              <w:pStyle w:val="Loendilik"/>
              <w:numPr>
                <w:ilvl w:val="0"/>
                <w:numId w:val="12"/>
              </w:num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roll-</w:t>
            </w:r>
            <w:proofErr w:type="spellStart"/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up</w:t>
            </w:r>
            <w:proofErr w:type="spellEnd"/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infoalused 6 tk</w:t>
            </w:r>
          </w:p>
          <w:p w:rsidR="00B95DFB" w:rsidRDefault="00B95DFB" w:rsidP="009B518F">
            <w:pPr>
              <w:pStyle w:val="Loendilik"/>
              <w:numPr>
                <w:ilvl w:val="0"/>
                <w:numId w:val="12"/>
              </w:num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toolid 18 tk</w:t>
            </w:r>
          </w:p>
          <w:p w:rsidR="00D84C5F" w:rsidRDefault="00D84C5F" w:rsidP="009B518F">
            <w:pPr>
              <w:pStyle w:val="Loendilik"/>
              <w:numPr>
                <w:ilvl w:val="0"/>
                <w:numId w:val="12"/>
              </w:num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aiakäru</w:t>
            </w:r>
          </w:p>
          <w:p w:rsidR="00D84C5F" w:rsidRDefault="00D84C5F" w:rsidP="009B518F">
            <w:pPr>
              <w:pStyle w:val="Loendilik"/>
              <w:numPr>
                <w:ilvl w:val="0"/>
                <w:numId w:val="12"/>
              </w:num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tolmuimaja Philips</w:t>
            </w:r>
          </w:p>
          <w:p w:rsidR="00D84C5F" w:rsidRDefault="00D84C5F" w:rsidP="009B518F">
            <w:pPr>
              <w:pStyle w:val="Loendilik"/>
              <w:numPr>
                <w:ilvl w:val="0"/>
                <w:numId w:val="12"/>
              </w:num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Tolmuimeja </w:t>
            </w:r>
            <w:proofErr w:type="spellStart"/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Kärcher</w:t>
            </w:r>
            <w:proofErr w:type="spellEnd"/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(veega)</w:t>
            </w:r>
          </w:p>
          <w:p w:rsidR="007474A0" w:rsidRPr="009B518F" w:rsidRDefault="007474A0" w:rsidP="009B518F">
            <w:pPr>
              <w:pStyle w:val="Loendilik"/>
              <w:numPr>
                <w:ilvl w:val="0"/>
                <w:numId w:val="12"/>
              </w:numP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Kantsi lõkkekohas pingid 3 tk</w:t>
            </w:r>
          </w:p>
        </w:tc>
      </w:tr>
    </w:tbl>
    <w:p w:rsidR="0003266F" w:rsidRPr="000F3935" w:rsidRDefault="0003266F" w:rsidP="00CD1A41">
      <w:pPr>
        <w:jc w:val="both"/>
        <w:rPr>
          <w:sz w:val="22"/>
          <w:szCs w:val="22"/>
        </w:rPr>
        <w:sectPr w:rsidR="0003266F" w:rsidRPr="000F3935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AA7CE0" w:rsidRPr="000F3935" w:rsidRDefault="005E50F3" w:rsidP="00CD1A41">
      <w:pPr>
        <w:jc w:val="both"/>
        <w:rPr>
          <w:sz w:val="22"/>
          <w:szCs w:val="22"/>
        </w:rPr>
      </w:pPr>
      <w:r>
        <w:rPr>
          <w:sz w:val="22"/>
          <w:szCs w:val="22"/>
        </w:rPr>
        <w:br w:type="textWrapping" w:clear="all"/>
      </w:r>
    </w:p>
    <w:p w:rsidR="00BD58D6" w:rsidRPr="000F3935" w:rsidRDefault="00BD58D6" w:rsidP="00CD1A41">
      <w:pPr>
        <w:rPr>
          <w:sz w:val="22"/>
          <w:szCs w:val="22"/>
        </w:rPr>
      </w:pPr>
    </w:p>
    <w:p w:rsidR="00AA7CE0" w:rsidRPr="000F3935" w:rsidRDefault="009F5B6C" w:rsidP="00CD1A41">
      <w:pPr>
        <w:rPr>
          <w:sz w:val="22"/>
          <w:szCs w:val="22"/>
        </w:rPr>
      </w:pPr>
      <w:r w:rsidRPr="000F3935">
        <w:rPr>
          <w:sz w:val="22"/>
          <w:szCs w:val="22"/>
        </w:rPr>
        <w:t>Andis üle</w:t>
      </w:r>
      <w:r w:rsidR="00AA7CE0" w:rsidRPr="000F3935">
        <w:rPr>
          <w:sz w:val="22"/>
          <w:szCs w:val="22"/>
        </w:rPr>
        <w:t xml:space="preserve">: </w:t>
      </w:r>
      <w:r w:rsidR="00AA7CE0" w:rsidRPr="000F3935">
        <w:rPr>
          <w:sz w:val="22"/>
          <w:szCs w:val="22"/>
        </w:rPr>
        <w:tab/>
      </w:r>
      <w:r w:rsidR="00AA7CE0" w:rsidRPr="000F3935">
        <w:rPr>
          <w:sz w:val="22"/>
          <w:szCs w:val="22"/>
        </w:rPr>
        <w:tab/>
      </w:r>
      <w:r w:rsidR="00AA7CE0" w:rsidRPr="000F3935">
        <w:rPr>
          <w:sz w:val="22"/>
          <w:szCs w:val="22"/>
        </w:rPr>
        <w:tab/>
      </w:r>
      <w:r w:rsidR="00AA7CE0" w:rsidRPr="000F3935">
        <w:rPr>
          <w:sz w:val="22"/>
          <w:szCs w:val="22"/>
        </w:rPr>
        <w:tab/>
      </w:r>
      <w:r w:rsidR="00AA7CE0" w:rsidRPr="000F3935">
        <w:rPr>
          <w:sz w:val="22"/>
          <w:szCs w:val="22"/>
        </w:rPr>
        <w:tab/>
      </w:r>
      <w:r w:rsidR="00AA7CE0" w:rsidRPr="000F3935">
        <w:rPr>
          <w:sz w:val="22"/>
          <w:szCs w:val="22"/>
        </w:rPr>
        <w:tab/>
      </w:r>
      <w:r w:rsidR="00CD1A41" w:rsidRPr="000F3935">
        <w:rPr>
          <w:sz w:val="22"/>
          <w:szCs w:val="22"/>
        </w:rPr>
        <w:tab/>
      </w:r>
      <w:r w:rsidRPr="000F3935">
        <w:rPr>
          <w:sz w:val="22"/>
          <w:szCs w:val="22"/>
        </w:rPr>
        <w:t>Võttis vastu</w:t>
      </w:r>
      <w:r w:rsidR="00AA7CE0" w:rsidRPr="000F3935">
        <w:rPr>
          <w:sz w:val="22"/>
          <w:szCs w:val="22"/>
        </w:rPr>
        <w:t>:</w:t>
      </w:r>
    </w:p>
    <w:p w:rsidR="007474A0" w:rsidRDefault="007474A0" w:rsidP="00CD1A41">
      <w:pPr>
        <w:rPr>
          <w:sz w:val="22"/>
          <w:szCs w:val="22"/>
        </w:rPr>
      </w:pPr>
    </w:p>
    <w:p w:rsidR="007474A0" w:rsidRDefault="000F3935" w:rsidP="00CD1A41">
      <w:pPr>
        <w:rPr>
          <w:sz w:val="22"/>
          <w:szCs w:val="22"/>
        </w:rPr>
      </w:pPr>
      <w:r w:rsidRPr="000F3935">
        <w:rPr>
          <w:sz w:val="22"/>
          <w:szCs w:val="22"/>
        </w:rPr>
        <w:t>Reet Karu</w:t>
      </w:r>
      <w:r w:rsidR="007474A0">
        <w:rPr>
          <w:sz w:val="22"/>
          <w:szCs w:val="22"/>
        </w:rPr>
        <w:tab/>
      </w:r>
      <w:r w:rsidR="007474A0">
        <w:rPr>
          <w:sz w:val="22"/>
          <w:szCs w:val="22"/>
        </w:rPr>
        <w:tab/>
      </w:r>
      <w:r w:rsidR="007474A0">
        <w:rPr>
          <w:sz w:val="22"/>
          <w:szCs w:val="22"/>
        </w:rPr>
        <w:tab/>
      </w:r>
      <w:r w:rsidR="007474A0">
        <w:rPr>
          <w:sz w:val="22"/>
          <w:szCs w:val="22"/>
        </w:rPr>
        <w:tab/>
      </w:r>
      <w:r w:rsidR="00CD1A41" w:rsidRPr="000F3935">
        <w:rPr>
          <w:sz w:val="22"/>
          <w:szCs w:val="22"/>
        </w:rPr>
        <w:tab/>
      </w:r>
      <w:r w:rsidR="00CD1A41" w:rsidRPr="000F3935">
        <w:rPr>
          <w:sz w:val="22"/>
          <w:szCs w:val="22"/>
        </w:rPr>
        <w:tab/>
      </w:r>
      <w:r w:rsidR="00CD1A41" w:rsidRPr="000F3935">
        <w:rPr>
          <w:sz w:val="22"/>
          <w:szCs w:val="22"/>
        </w:rPr>
        <w:tab/>
      </w:r>
      <w:r w:rsidR="00D84C5F">
        <w:rPr>
          <w:sz w:val="22"/>
          <w:szCs w:val="22"/>
        </w:rPr>
        <w:t>Maarja</w:t>
      </w:r>
      <w:r w:rsidR="00CD1A41">
        <w:rPr>
          <w:sz w:val="22"/>
          <w:szCs w:val="22"/>
        </w:rPr>
        <w:tab/>
      </w:r>
      <w:r w:rsidR="00DA6150">
        <w:rPr>
          <w:sz w:val="22"/>
          <w:szCs w:val="22"/>
        </w:rPr>
        <w:t>Ülper</w:t>
      </w:r>
      <w:r w:rsidR="00CD1A41">
        <w:rPr>
          <w:sz w:val="22"/>
          <w:szCs w:val="22"/>
        </w:rPr>
        <w:tab/>
      </w:r>
    </w:p>
    <w:p w:rsidR="00AA7CE0" w:rsidRPr="008C01E1" w:rsidRDefault="00CD1A41" w:rsidP="00CD1A41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AA7CE0" w:rsidRPr="00336463" w:rsidRDefault="007474A0" w:rsidP="00CD1A41">
      <w:r>
        <w:rPr>
          <w:sz w:val="22"/>
          <w:szCs w:val="22"/>
        </w:rPr>
        <w:t>allkirjastatud digitaalselt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allkirjastatud digitaalselt</w:t>
      </w:r>
      <w:r w:rsidR="000C46D9">
        <w:rPr>
          <w:sz w:val="22"/>
          <w:szCs w:val="22"/>
        </w:rPr>
        <w:tab/>
      </w:r>
      <w:r w:rsidR="000C46D9">
        <w:rPr>
          <w:sz w:val="22"/>
          <w:szCs w:val="22"/>
        </w:rPr>
        <w:tab/>
      </w:r>
      <w:r w:rsidR="00BD58D6">
        <w:rPr>
          <w:sz w:val="22"/>
          <w:szCs w:val="22"/>
        </w:rPr>
        <w:tab/>
      </w:r>
      <w:r w:rsidR="00BD58D6">
        <w:rPr>
          <w:sz w:val="22"/>
          <w:szCs w:val="22"/>
        </w:rPr>
        <w:tab/>
      </w:r>
      <w:r w:rsidR="00ED5256">
        <w:rPr>
          <w:sz w:val="22"/>
          <w:szCs w:val="22"/>
        </w:rPr>
        <w:tab/>
      </w:r>
    </w:p>
    <w:sectPr w:rsidR="00AA7CE0" w:rsidRPr="00336463" w:rsidSect="0051631F">
      <w:footerReference w:type="default" r:id="rId9"/>
      <w:headerReference w:type="first" r:id="rId10"/>
      <w:footerReference w:type="first" r:id="rId11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935" w:rsidRDefault="000F3935">
      <w:r>
        <w:separator/>
      </w:r>
    </w:p>
  </w:endnote>
  <w:endnote w:type="continuationSeparator" w:id="0">
    <w:p w:rsidR="000F3935" w:rsidRDefault="000F3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35" w:rsidRDefault="000F3935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35" w:rsidRDefault="000F3935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35" w:rsidRDefault="000F3935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935" w:rsidRDefault="000F3935">
      <w:r>
        <w:separator/>
      </w:r>
    </w:p>
  </w:footnote>
  <w:footnote w:type="continuationSeparator" w:id="0">
    <w:p w:rsidR="000F3935" w:rsidRDefault="000F3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35" w:rsidRDefault="000F3935" w:rsidP="00C0544B">
    <w:pPr>
      <w:ind w:left="2880" w:firstLine="720"/>
      <w:jc w:val="both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35" w:rsidRDefault="000F3935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DF10523"/>
    <w:multiLevelType w:val="hybridMultilevel"/>
    <w:tmpl w:val="B8AC26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D0D29"/>
    <w:multiLevelType w:val="hybridMultilevel"/>
    <w:tmpl w:val="2772BA5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D54350"/>
    <w:multiLevelType w:val="hybridMultilevel"/>
    <w:tmpl w:val="CE9231B4"/>
    <w:lvl w:ilvl="0" w:tplc="14EE5F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77D2F"/>
    <w:multiLevelType w:val="hybridMultilevel"/>
    <w:tmpl w:val="733C635C"/>
    <w:lvl w:ilvl="0" w:tplc="609222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6" w15:restartNumberingAfterBreak="0">
    <w:nsid w:val="55D20FEA"/>
    <w:multiLevelType w:val="hybridMultilevel"/>
    <w:tmpl w:val="237C98EC"/>
    <w:lvl w:ilvl="0" w:tplc="16A41230">
      <w:start w:val="1"/>
      <w:numFmt w:val="decimalZero"/>
      <w:lvlText w:val="%1."/>
      <w:lvlJc w:val="left"/>
      <w:pPr>
        <w:ind w:left="5322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6042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6762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7482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8202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8922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9642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0362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1082" w:hanging="180"/>
      </w:pPr>
      <w:rPr>
        <w:rFonts w:cs="Times New Roman"/>
      </w:rPr>
    </w:lvl>
  </w:abstractNum>
  <w:abstractNum w:abstractNumId="7" w15:restartNumberingAfterBreak="0">
    <w:nsid w:val="5A4A0251"/>
    <w:multiLevelType w:val="hybridMultilevel"/>
    <w:tmpl w:val="653ACEB8"/>
    <w:lvl w:ilvl="0" w:tplc="B6D46314">
      <w:start w:val="1"/>
      <w:numFmt w:val="decimalZero"/>
      <w:lvlText w:val="%1."/>
      <w:lvlJc w:val="left"/>
      <w:pPr>
        <w:ind w:left="603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675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747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819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891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963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1035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107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1790" w:hanging="180"/>
      </w:pPr>
      <w:rPr>
        <w:rFonts w:cs="Times New Roman"/>
      </w:rPr>
    </w:lvl>
  </w:abstractNum>
  <w:abstractNum w:abstractNumId="8" w15:restartNumberingAfterBreak="0">
    <w:nsid w:val="64781DA9"/>
    <w:multiLevelType w:val="hybridMultilevel"/>
    <w:tmpl w:val="651EC798"/>
    <w:lvl w:ilvl="0" w:tplc="F68E455C">
      <w:start w:val="1"/>
      <w:numFmt w:val="decimalZero"/>
      <w:lvlText w:val="%1."/>
      <w:lvlJc w:val="left"/>
      <w:pPr>
        <w:ind w:left="5115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5835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6555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7275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7995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8715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9435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0155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0875" w:hanging="180"/>
      </w:pPr>
      <w:rPr>
        <w:rFonts w:cs="Times New Roman"/>
      </w:rPr>
    </w:lvl>
  </w:abstractNum>
  <w:abstractNum w:abstractNumId="9" w15:restartNumberingAfterBreak="0">
    <w:nsid w:val="66370F72"/>
    <w:multiLevelType w:val="hybridMultilevel"/>
    <w:tmpl w:val="A7C232C4"/>
    <w:lvl w:ilvl="0" w:tplc="CEEEFFA2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10" w15:restartNumberingAfterBreak="0">
    <w:nsid w:val="69FF1768"/>
    <w:multiLevelType w:val="hybridMultilevel"/>
    <w:tmpl w:val="C734B0D6"/>
    <w:lvl w:ilvl="0" w:tplc="609222C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-148" w:hanging="360"/>
      </w:pPr>
    </w:lvl>
    <w:lvl w:ilvl="2" w:tplc="0425001B" w:tentative="1">
      <w:start w:val="1"/>
      <w:numFmt w:val="lowerRoman"/>
      <w:lvlText w:val="%3."/>
      <w:lvlJc w:val="right"/>
      <w:pPr>
        <w:ind w:left="572" w:hanging="180"/>
      </w:pPr>
    </w:lvl>
    <w:lvl w:ilvl="3" w:tplc="0425000F" w:tentative="1">
      <w:start w:val="1"/>
      <w:numFmt w:val="decimal"/>
      <w:lvlText w:val="%4."/>
      <w:lvlJc w:val="left"/>
      <w:pPr>
        <w:ind w:left="1292" w:hanging="360"/>
      </w:pPr>
    </w:lvl>
    <w:lvl w:ilvl="4" w:tplc="04250019" w:tentative="1">
      <w:start w:val="1"/>
      <w:numFmt w:val="lowerLetter"/>
      <w:lvlText w:val="%5."/>
      <w:lvlJc w:val="left"/>
      <w:pPr>
        <w:ind w:left="2012" w:hanging="360"/>
      </w:pPr>
    </w:lvl>
    <w:lvl w:ilvl="5" w:tplc="0425001B" w:tentative="1">
      <w:start w:val="1"/>
      <w:numFmt w:val="lowerRoman"/>
      <w:lvlText w:val="%6."/>
      <w:lvlJc w:val="right"/>
      <w:pPr>
        <w:ind w:left="2732" w:hanging="180"/>
      </w:pPr>
    </w:lvl>
    <w:lvl w:ilvl="6" w:tplc="0425000F" w:tentative="1">
      <w:start w:val="1"/>
      <w:numFmt w:val="decimal"/>
      <w:lvlText w:val="%7."/>
      <w:lvlJc w:val="left"/>
      <w:pPr>
        <w:ind w:left="3452" w:hanging="360"/>
      </w:pPr>
    </w:lvl>
    <w:lvl w:ilvl="7" w:tplc="04250019" w:tentative="1">
      <w:start w:val="1"/>
      <w:numFmt w:val="lowerLetter"/>
      <w:lvlText w:val="%8."/>
      <w:lvlJc w:val="left"/>
      <w:pPr>
        <w:ind w:left="4172" w:hanging="360"/>
      </w:pPr>
    </w:lvl>
    <w:lvl w:ilvl="8" w:tplc="0425001B" w:tentative="1">
      <w:start w:val="1"/>
      <w:numFmt w:val="lowerRoman"/>
      <w:lvlText w:val="%9."/>
      <w:lvlJc w:val="right"/>
      <w:pPr>
        <w:ind w:left="4892" w:hanging="180"/>
      </w:pPr>
    </w:lvl>
  </w:abstractNum>
  <w:abstractNum w:abstractNumId="11" w15:restartNumberingAfterBreak="0">
    <w:nsid w:val="6DA35BC7"/>
    <w:multiLevelType w:val="hybridMultilevel"/>
    <w:tmpl w:val="612E826E"/>
    <w:lvl w:ilvl="0" w:tplc="609222C8">
      <w:start w:val="1"/>
      <w:numFmt w:val="decimal"/>
      <w:lvlText w:val="%1."/>
      <w:lvlJc w:val="left"/>
      <w:pPr>
        <w:ind w:left="1948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2668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3388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4108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828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548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6268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988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708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9"/>
  </w:num>
  <w:num w:numId="6">
    <w:abstractNumId w:val="4"/>
  </w:num>
  <w:num w:numId="7">
    <w:abstractNumId w:val="11"/>
  </w:num>
  <w:num w:numId="8">
    <w:abstractNumId w:val="2"/>
  </w:num>
  <w:num w:numId="9">
    <w:abstractNumId w:val="7"/>
  </w:num>
  <w:num w:numId="10">
    <w:abstractNumId w:val="10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18B"/>
    <w:rsid w:val="00005463"/>
    <w:rsid w:val="00024F88"/>
    <w:rsid w:val="0003266F"/>
    <w:rsid w:val="0005074C"/>
    <w:rsid w:val="00067209"/>
    <w:rsid w:val="0007188F"/>
    <w:rsid w:val="00094FC8"/>
    <w:rsid w:val="000972D8"/>
    <w:rsid w:val="000C46D9"/>
    <w:rsid w:val="000D246D"/>
    <w:rsid w:val="000E314E"/>
    <w:rsid w:val="000E56A3"/>
    <w:rsid w:val="000F3935"/>
    <w:rsid w:val="001207BF"/>
    <w:rsid w:val="00124BA9"/>
    <w:rsid w:val="001634AF"/>
    <w:rsid w:val="00174B68"/>
    <w:rsid w:val="0017618B"/>
    <w:rsid w:val="001A64DD"/>
    <w:rsid w:val="001A693A"/>
    <w:rsid w:val="001B644A"/>
    <w:rsid w:val="001F3FCE"/>
    <w:rsid w:val="002021E6"/>
    <w:rsid w:val="00251AE3"/>
    <w:rsid w:val="002638D2"/>
    <w:rsid w:val="00277BB9"/>
    <w:rsid w:val="0028458D"/>
    <w:rsid w:val="002A3BAA"/>
    <w:rsid w:val="002A44B1"/>
    <w:rsid w:val="003152B4"/>
    <w:rsid w:val="003221EC"/>
    <w:rsid w:val="0033189F"/>
    <w:rsid w:val="0033388F"/>
    <w:rsid w:val="00336463"/>
    <w:rsid w:val="00340712"/>
    <w:rsid w:val="003418B1"/>
    <w:rsid w:val="00364635"/>
    <w:rsid w:val="003778A0"/>
    <w:rsid w:val="003B50FF"/>
    <w:rsid w:val="003C0F32"/>
    <w:rsid w:val="003D06A4"/>
    <w:rsid w:val="003D1D5C"/>
    <w:rsid w:val="003F579C"/>
    <w:rsid w:val="003F5D63"/>
    <w:rsid w:val="00427348"/>
    <w:rsid w:val="00464B63"/>
    <w:rsid w:val="00465420"/>
    <w:rsid w:val="00465A0C"/>
    <w:rsid w:val="004900B6"/>
    <w:rsid w:val="004A62B1"/>
    <w:rsid w:val="004C6A59"/>
    <w:rsid w:val="004D6937"/>
    <w:rsid w:val="004E3A61"/>
    <w:rsid w:val="00514FFA"/>
    <w:rsid w:val="0051631F"/>
    <w:rsid w:val="005200AE"/>
    <w:rsid w:val="005B1CF7"/>
    <w:rsid w:val="005B52EA"/>
    <w:rsid w:val="005E50F3"/>
    <w:rsid w:val="005F1AD2"/>
    <w:rsid w:val="005F20E3"/>
    <w:rsid w:val="00616C08"/>
    <w:rsid w:val="00654149"/>
    <w:rsid w:val="0068303D"/>
    <w:rsid w:val="006A41C4"/>
    <w:rsid w:val="0070282D"/>
    <w:rsid w:val="00715F68"/>
    <w:rsid w:val="007474A0"/>
    <w:rsid w:val="00752374"/>
    <w:rsid w:val="00755E2D"/>
    <w:rsid w:val="007B27FB"/>
    <w:rsid w:val="007B46C1"/>
    <w:rsid w:val="00806465"/>
    <w:rsid w:val="00830FE9"/>
    <w:rsid w:val="00843BEE"/>
    <w:rsid w:val="00852196"/>
    <w:rsid w:val="0085722B"/>
    <w:rsid w:val="00870D23"/>
    <w:rsid w:val="00872F6E"/>
    <w:rsid w:val="008C01E1"/>
    <w:rsid w:val="008D6BD7"/>
    <w:rsid w:val="008E0EC3"/>
    <w:rsid w:val="008F5576"/>
    <w:rsid w:val="009001A4"/>
    <w:rsid w:val="00914DD3"/>
    <w:rsid w:val="009421E0"/>
    <w:rsid w:val="00970891"/>
    <w:rsid w:val="00996BAE"/>
    <w:rsid w:val="009B2B7F"/>
    <w:rsid w:val="009B518F"/>
    <w:rsid w:val="009D3E81"/>
    <w:rsid w:val="009F5B6C"/>
    <w:rsid w:val="00A40140"/>
    <w:rsid w:val="00A50FE5"/>
    <w:rsid w:val="00A53B59"/>
    <w:rsid w:val="00A63E90"/>
    <w:rsid w:val="00AA7CE0"/>
    <w:rsid w:val="00AC5441"/>
    <w:rsid w:val="00AE55FE"/>
    <w:rsid w:val="00AF37FB"/>
    <w:rsid w:val="00B0269E"/>
    <w:rsid w:val="00B33CFF"/>
    <w:rsid w:val="00B45B54"/>
    <w:rsid w:val="00B93490"/>
    <w:rsid w:val="00B95DFB"/>
    <w:rsid w:val="00BA2694"/>
    <w:rsid w:val="00BA6433"/>
    <w:rsid w:val="00BC1964"/>
    <w:rsid w:val="00BC348B"/>
    <w:rsid w:val="00BD0FFC"/>
    <w:rsid w:val="00BD4843"/>
    <w:rsid w:val="00BD58D6"/>
    <w:rsid w:val="00BF6CD9"/>
    <w:rsid w:val="00C04C3B"/>
    <w:rsid w:val="00C0544B"/>
    <w:rsid w:val="00C35E2C"/>
    <w:rsid w:val="00C368AA"/>
    <w:rsid w:val="00C80829"/>
    <w:rsid w:val="00C95015"/>
    <w:rsid w:val="00CB4F0D"/>
    <w:rsid w:val="00CD1A41"/>
    <w:rsid w:val="00CE26A3"/>
    <w:rsid w:val="00D02A50"/>
    <w:rsid w:val="00D4013B"/>
    <w:rsid w:val="00D576FA"/>
    <w:rsid w:val="00D65959"/>
    <w:rsid w:val="00D66351"/>
    <w:rsid w:val="00D84C5F"/>
    <w:rsid w:val="00DA6150"/>
    <w:rsid w:val="00DB5F4E"/>
    <w:rsid w:val="00DC1888"/>
    <w:rsid w:val="00DD457F"/>
    <w:rsid w:val="00DE0CD5"/>
    <w:rsid w:val="00DE10BF"/>
    <w:rsid w:val="00DE647D"/>
    <w:rsid w:val="00DF21DD"/>
    <w:rsid w:val="00DF29C2"/>
    <w:rsid w:val="00DF77FC"/>
    <w:rsid w:val="00E00204"/>
    <w:rsid w:val="00E10403"/>
    <w:rsid w:val="00E4126B"/>
    <w:rsid w:val="00E512A9"/>
    <w:rsid w:val="00E70E9E"/>
    <w:rsid w:val="00E71513"/>
    <w:rsid w:val="00E74ED7"/>
    <w:rsid w:val="00EC4957"/>
    <w:rsid w:val="00ED5256"/>
    <w:rsid w:val="00EE3473"/>
    <w:rsid w:val="00F04CF8"/>
    <w:rsid w:val="00F16FC3"/>
    <w:rsid w:val="00F3216E"/>
    <w:rsid w:val="00F41B19"/>
    <w:rsid w:val="00FF6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D7CD4A"/>
  <w15:docId w15:val="{4F9A5CCF-493A-4059-B881-D955C31FC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1631F"/>
    <w:rPr>
      <w:spacing w:val="2"/>
      <w:position w:val="6"/>
      <w:sz w:val="24"/>
      <w:szCs w:val="20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51631F"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9"/>
    <w:qFormat/>
    <w:rsid w:val="0051631F"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9"/>
    <w:qFormat/>
    <w:rsid w:val="0051631F"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51631F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sid w:val="00BA2694"/>
    <w:rPr>
      <w:rFonts w:ascii="Cambria" w:hAnsi="Cambria" w:cs="Times New Roman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9"/>
    <w:semiHidden/>
    <w:locked/>
    <w:rsid w:val="00BA2694"/>
    <w:rPr>
      <w:rFonts w:ascii="Cambria" w:hAnsi="Cambria" w:cs="Times New Roman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9"/>
    <w:semiHidden/>
    <w:locked/>
    <w:rsid w:val="00BA2694"/>
    <w:rPr>
      <w:rFonts w:ascii="Cambria" w:hAnsi="Cambria" w:cs="Times New Roman"/>
      <w:b/>
      <w:bCs/>
      <w:spacing w:val="2"/>
      <w:position w:val="6"/>
      <w:sz w:val="26"/>
      <w:szCs w:val="26"/>
      <w:lang w:eastAsia="en-US"/>
    </w:rPr>
  </w:style>
  <w:style w:type="character" w:customStyle="1" w:styleId="Pealkiri4Mrk">
    <w:name w:val="Pealkiri 4 Märk"/>
    <w:basedOn w:val="Liguvaikefont"/>
    <w:link w:val="Pealkiri4"/>
    <w:uiPriority w:val="99"/>
    <w:semiHidden/>
    <w:locked/>
    <w:rsid w:val="00BA2694"/>
    <w:rPr>
      <w:rFonts w:ascii="Calibri" w:hAnsi="Calibri" w:cs="Times New Roman"/>
      <w:b/>
      <w:bCs/>
      <w:spacing w:val="2"/>
      <w:position w:val="6"/>
      <w:sz w:val="28"/>
      <w:szCs w:val="28"/>
      <w:lang w:eastAsia="en-US"/>
    </w:rPr>
  </w:style>
  <w:style w:type="paragraph" w:styleId="Pis">
    <w:name w:val="header"/>
    <w:basedOn w:val="Normaallaad"/>
    <w:link w:val="PisMrk"/>
    <w:uiPriority w:val="99"/>
    <w:rsid w:val="0051631F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uiPriority w:val="99"/>
    <w:semiHidden/>
    <w:locked/>
    <w:rsid w:val="00BA2694"/>
    <w:rPr>
      <w:rFonts w:cs="Times New Roman"/>
      <w:spacing w:val="2"/>
      <w:position w:val="6"/>
      <w:sz w:val="20"/>
      <w:szCs w:val="20"/>
      <w:lang w:eastAsia="en-US"/>
    </w:rPr>
  </w:style>
  <w:style w:type="paragraph" w:customStyle="1" w:styleId="Numbering">
    <w:name w:val="Numbering"/>
    <w:basedOn w:val="Normaallaad"/>
    <w:uiPriority w:val="99"/>
    <w:rsid w:val="0051631F"/>
    <w:pPr>
      <w:numPr>
        <w:numId w:val="1"/>
      </w:numPr>
    </w:pPr>
  </w:style>
  <w:style w:type="paragraph" w:customStyle="1" w:styleId="Bulleting">
    <w:name w:val="Bulleting."/>
    <w:basedOn w:val="Normaallaad"/>
    <w:uiPriority w:val="99"/>
    <w:rsid w:val="0051631F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link w:val="JalusMrk"/>
    <w:uiPriority w:val="99"/>
    <w:rsid w:val="0051631F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uiPriority w:val="99"/>
    <w:semiHidden/>
    <w:locked/>
    <w:rsid w:val="00BA2694"/>
    <w:rPr>
      <w:rFonts w:cs="Times New Roman"/>
      <w:spacing w:val="2"/>
      <w:position w:val="6"/>
      <w:sz w:val="20"/>
      <w:szCs w:val="20"/>
      <w:lang w:eastAsia="en-US"/>
    </w:rPr>
  </w:style>
  <w:style w:type="paragraph" w:styleId="Normaallaadveeb">
    <w:name w:val="Normal (Web)"/>
    <w:basedOn w:val="Normaallaad"/>
    <w:uiPriority w:val="99"/>
    <w:rsid w:val="005B1CF7"/>
    <w:pPr>
      <w:spacing w:before="100" w:beforeAutospacing="1" w:after="100" w:afterAutospacing="1"/>
    </w:pPr>
    <w:rPr>
      <w:rFonts w:ascii="Verdana" w:hAnsi="Verdana"/>
      <w:color w:val="000000"/>
      <w:spacing w:val="0"/>
      <w:position w:val="0"/>
      <w:sz w:val="18"/>
      <w:szCs w:val="18"/>
      <w:lang w:val="en-US"/>
    </w:rPr>
  </w:style>
  <w:style w:type="character" w:styleId="Tugev">
    <w:name w:val="Strong"/>
    <w:basedOn w:val="Liguvaikefont"/>
    <w:uiPriority w:val="99"/>
    <w:qFormat/>
    <w:rsid w:val="005B1CF7"/>
    <w:rPr>
      <w:rFonts w:cs="Times New Roman"/>
      <w:b/>
      <w:bCs/>
    </w:rPr>
  </w:style>
  <w:style w:type="paragraph" w:styleId="Pealdis">
    <w:name w:val="caption"/>
    <w:basedOn w:val="Normaallaad"/>
    <w:next w:val="Normaallaad"/>
    <w:uiPriority w:val="99"/>
    <w:qFormat/>
    <w:rsid w:val="00BA6433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Loendilik">
    <w:name w:val="List Paragraph"/>
    <w:basedOn w:val="Normaallaad"/>
    <w:uiPriority w:val="99"/>
    <w:qFormat/>
    <w:rsid w:val="008C01E1"/>
    <w:pPr>
      <w:ind w:left="708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02A5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02A50"/>
    <w:rPr>
      <w:rFonts w:ascii="Segoe UI" w:hAnsi="Segoe UI" w:cs="Segoe UI"/>
      <w:spacing w:val="2"/>
      <w:position w:val="6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k\AppData\Local\Temp\akt%20ak%20m&#228;rkega%20eluruumi%20sisustuse%20&#252;leandmise%20kohta%2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akt ak märkega eluruumi sisustuse üleandmise kohta 2</Template>
  <TotalTime>120</TotalTime>
  <Pages>3</Pages>
  <Words>464</Words>
  <Characters>3256</Characters>
  <Application>Microsoft Office Word</Application>
  <DocSecurity>0</DocSecurity>
  <Lines>27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AKT</vt:lpstr>
      <vt:lpstr>AKT</vt:lpstr>
    </vt:vector>
  </TitlesOfParts>
  <Company>DF Ltd., Parnu mnt 154, 11317 Tallinn, Estonia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</dc:title>
  <dc:subject>MS Office 2000(TM) file templates</dc:subject>
  <dc:creator>a1</dc:creator>
  <dc:description>Version 1.1, Dets 2003</dc:description>
  <cp:lastModifiedBy>Reet Karu</cp:lastModifiedBy>
  <cp:revision>5</cp:revision>
  <cp:lastPrinted>2023-07-28T11:38:00Z</cp:lastPrinted>
  <dcterms:created xsi:type="dcterms:W3CDTF">2023-07-27T13:24:00Z</dcterms:created>
  <dcterms:modified xsi:type="dcterms:W3CDTF">2023-09-07T12:55:00Z</dcterms:modified>
</cp:coreProperties>
</file>